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257F49">
        <w:trPr>
          <w:trHeight w:hRule="exact" w:val="1082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0223C937" w:rsidR="003D5781" w:rsidRPr="005D41A6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bookmarkStart w:id="0" w:name="_Hlk214436623"/>
      <w:r w:rsidR="001D0994" w:rsidRPr="001D0994">
        <w:rPr>
          <w:rFonts w:cs="Century Gothic"/>
          <w:b/>
          <w:bCs/>
        </w:rPr>
        <w:t>Przebudowa i rozbudowa budynku warsztatowo-garażowego w TJE Bielsko-Biała - wykonanie robót budowlanych</w:t>
      </w:r>
      <w:bookmarkEnd w:id="0"/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512D83">
        <w:t>NP/</w:t>
      </w:r>
      <w:r w:rsidR="00512D83" w:rsidRPr="00512D83">
        <w:t>2025/</w:t>
      </w:r>
      <w:r w:rsidR="00512D83" w:rsidRPr="00101B01">
        <w:t>1</w:t>
      </w:r>
      <w:r w:rsidR="001D0994">
        <w:t>1</w:t>
      </w:r>
      <w:r w:rsidR="00512D83" w:rsidRPr="00101B01">
        <w:t>/0</w:t>
      </w:r>
      <w:r w:rsidR="001D0994">
        <w:t>911</w:t>
      </w:r>
      <w:r w:rsidR="00875453" w:rsidRPr="00101B01">
        <w:t>/</w:t>
      </w:r>
      <w:r w:rsidR="004012F9" w:rsidRPr="00101B01">
        <w:t>SWI</w:t>
      </w:r>
      <w:r w:rsidRPr="00101B01">
        <w:t xml:space="preserve">), </w:t>
      </w:r>
      <w:r w:rsidRPr="00101B01">
        <w:rPr>
          <w:rFonts w:cs="Arial"/>
          <w:b/>
        </w:rPr>
        <w:t>OŚWIADCZAMY</w:t>
      </w:r>
      <w:r w:rsidRPr="00101B01">
        <w:t xml:space="preserve"> iż ciągu</w:t>
      </w:r>
      <w:r w:rsidRPr="00457D4D">
        <w:t xml:space="preserve"> ostatnich </w:t>
      </w:r>
      <w:r w:rsidR="00AE6FEC" w:rsidRPr="00457D4D">
        <w:t>pięciu</w:t>
      </w:r>
      <w:r w:rsidRPr="00457D4D">
        <w:t xml:space="preserve">  lat przed</w:t>
      </w:r>
      <w:r w:rsidRPr="00445B45">
        <w:t xml:space="preserve"> upływem terminu składania ofert (a jeżeli okres prowadzenia działalności jest krótszy – w </w:t>
      </w:r>
      <w:r w:rsidRPr="005D41A6">
        <w:t>tym okresie) zrealizowaliśmy następujące</w:t>
      </w:r>
      <w:r w:rsidRPr="005D41A6">
        <w:rPr>
          <w:b/>
        </w:rPr>
        <w:t xml:space="preserve"> </w:t>
      </w:r>
      <w:r w:rsidRPr="005D41A6">
        <w:rPr>
          <w:rFonts w:cs="3724E3217Arial"/>
        </w:rPr>
        <w:t xml:space="preserve">zamówienia </w:t>
      </w:r>
      <w:r w:rsidRPr="005D41A6">
        <w:t xml:space="preserve">(zgodnie z warunkiem określonym w Rozdziale </w:t>
      </w:r>
      <w:r w:rsidR="008B2E07" w:rsidRPr="005D41A6">
        <w:t>VI</w:t>
      </w:r>
      <w:r w:rsidR="00972810" w:rsidRPr="005D41A6">
        <w:t>.</w:t>
      </w:r>
      <w:r w:rsidRPr="005D41A6">
        <w:t xml:space="preserve"> ust. </w:t>
      </w:r>
      <w:r w:rsidR="00972810" w:rsidRPr="005D41A6">
        <w:t>1</w:t>
      </w:r>
      <w:r w:rsidRPr="005D41A6">
        <w:t xml:space="preserve"> </w:t>
      </w:r>
      <w:r w:rsidR="00AF0C71" w:rsidRPr="005D41A6">
        <w:t xml:space="preserve"> pkt </w:t>
      </w:r>
      <w:r w:rsidR="00C6517E" w:rsidRPr="005D41A6">
        <w:t>2</w:t>
      </w:r>
      <w:r w:rsidR="00AF0C71" w:rsidRPr="005D41A6">
        <w:t xml:space="preserve">) </w:t>
      </w:r>
      <w:proofErr w:type="spellStart"/>
      <w:r w:rsidR="00972810" w:rsidRPr="005D41A6">
        <w:t>ppkt</w:t>
      </w:r>
      <w:proofErr w:type="spellEnd"/>
      <w:r w:rsidR="00972810" w:rsidRPr="005D41A6">
        <w:t xml:space="preserve"> </w:t>
      </w:r>
      <w:r w:rsidR="00C6517E" w:rsidRPr="005D41A6">
        <w:t>2</w:t>
      </w:r>
      <w:r w:rsidR="00972810" w:rsidRPr="005D41A6">
        <w:t>.</w:t>
      </w:r>
      <w:r w:rsidR="00DF3EA0" w:rsidRPr="005D41A6">
        <w:t>4</w:t>
      </w:r>
      <w:r w:rsidR="00972810" w:rsidRPr="005D41A6">
        <w:t xml:space="preserve">) </w:t>
      </w:r>
      <w:proofErr w:type="spellStart"/>
      <w:r w:rsidR="00C6517E" w:rsidRPr="005D41A6">
        <w:t>ppkt</w:t>
      </w:r>
      <w:proofErr w:type="spellEnd"/>
      <w:r w:rsidR="00C6517E" w:rsidRPr="005D41A6">
        <w:t xml:space="preserve"> 2.</w:t>
      </w:r>
      <w:r w:rsidR="00DF3EA0" w:rsidRPr="005D41A6">
        <w:t>4</w:t>
      </w:r>
      <w:r w:rsidR="00C6517E" w:rsidRPr="005D41A6">
        <w:t xml:space="preserve">.1) </w:t>
      </w:r>
      <w:r w:rsidRPr="005D41A6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260"/>
        <w:gridCol w:w="1843"/>
        <w:gridCol w:w="1417"/>
        <w:gridCol w:w="1418"/>
        <w:gridCol w:w="3402"/>
      </w:tblGrid>
      <w:tr w:rsidR="004012F9" w:rsidRPr="005D41A6" w14:paraId="3A20CD4B" w14:textId="77777777" w:rsidTr="00457D4D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 w:val="restart"/>
          </w:tcPr>
          <w:p w14:paraId="355ADFF0" w14:textId="37207FF8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5D41A6">
              <w:rPr>
                <w:rFonts w:cs="Arial"/>
                <w:b/>
                <w:sz w:val="16"/>
                <w:szCs w:val="16"/>
              </w:rPr>
              <w:t xml:space="preserve"> i parametry</w:t>
            </w:r>
          </w:p>
        </w:tc>
        <w:tc>
          <w:tcPr>
            <w:tcW w:w="1843" w:type="dxa"/>
            <w:vMerge w:val="restart"/>
          </w:tcPr>
          <w:p w14:paraId="132D0F21" w14:textId="3B61E354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5D41A6" w14:paraId="4B662138" w14:textId="77777777" w:rsidTr="00457D4D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14:paraId="15AC6F26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076C005" w14:textId="7A4DCC88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5D41A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5D41A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5D41A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2670476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5D41A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5D41A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5D41A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57D4D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5D41A6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457D4D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457D4D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457D4D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57D4D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457D4D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57D4D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3260" w:type="dxa"/>
          </w:tcPr>
          <w:p w14:paraId="4C464BF2" w14:textId="77777777" w:rsidR="004012F9" w:rsidRPr="005E3095" w:rsidRDefault="004012F9" w:rsidP="00257F49">
            <w:pPr>
              <w:pStyle w:val="xl114"/>
              <w:spacing w:before="120" w:beforeAutospacing="0" w:after="6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</w:pPr>
            <w:r w:rsidRPr="005E309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Zamówienie polegało na:</w:t>
            </w:r>
          </w:p>
          <w:p w14:paraId="3FDC6838" w14:textId="76092633" w:rsidR="004012F9" w:rsidRPr="00101B01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1D09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budowie</w:t>
            </w:r>
            <w:r w:rsidRPr="00101B01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101B01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580B5BCD" w:rsidR="004012F9" w:rsidRPr="00101B01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</w:t>
            </w:r>
            <w:r w:rsidR="001D09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rozbudowie</w:t>
            </w:r>
            <w:r w:rsidRPr="00101B01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101B01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16D7F61B" w:rsidR="004012F9" w:rsidRPr="00101B01" w:rsidRDefault="004012F9" w:rsidP="005E3095">
            <w:pPr>
              <w:pStyle w:val="xl114"/>
              <w:spacing w:before="0" w:beforeAutospacing="0" w:after="6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="001D09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przebudowie</w:t>
            </w:r>
            <w:r w:rsidRPr="00101B01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C89FFB3" w14:textId="77A63D07" w:rsidR="001D0994" w:rsidRDefault="001D0994" w:rsidP="005E3095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budynku:</w:t>
            </w:r>
            <w:r w:rsidR="005E309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="005E3095" w:rsidRPr="005E309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06D56C99" w14:textId="6A410C42" w:rsidR="001D0994" w:rsidRDefault="001D09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warsztatowego*</w:t>
            </w:r>
          </w:p>
          <w:p w14:paraId="3AE3C7A8" w14:textId="70ADA0F9" w:rsidR="001D0994" w:rsidRDefault="001D09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3A8871A2" w14:textId="425FA094" w:rsidR="001D0994" w:rsidRDefault="001D09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magazynowego*</w:t>
            </w:r>
          </w:p>
          <w:p w14:paraId="3F27E1F9" w14:textId="7A89631B" w:rsidR="001D0994" w:rsidRDefault="001D09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448E7325" w14:textId="04F124FE" w:rsidR="001D0994" w:rsidRDefault="001D09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przemysłowego*</w:t>
            </w:r>
          </w:p>
          <w:p w14:paraId="700EB496" w14:textId="77AC0B0A" w:rsidR="001D0994" w:rsidRDefault="001D0994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lub </w:t>
            </w:r>
          </w:p>
          <w:p w14:paraId="4CEB3619" w14:textId="59465612" w:rsidR="001D0994" w:rsidRDefault="001D0994" w:rsidP="005E3095">
            <w:pPr>
              <w:pStyle w:val="xl114"/>
              <w:spacing w:before="0" w:beforeAutospacing="0" w:after="6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biurowego*</w:t>
            </w:r>
          </w:p>
          <w:p w14:paraId="33246F62" w14:textId="77777777" w:rsidR="005E3095" w:rsidRPr="005E3095" w:rsidRDefault="005E3095" w:rsidP="005E3095">
            <w:pPr>
              <w:pStyle w:val="xl114"/>
              <w:numPr>
                <w:ilvl w:val="0"/>
                <w:numId w:val="14"/>
              </w:numPr>
              <w:spacing w:before="0" w:beforeAutospacing="0" w:after="0" w:afterAutospacing="0" w:line="360" w:lineRule="auto"/>
              <w:ind w:left="171" w:hanging="171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5E309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 xml:space="preserve">o </w:t>
            </w:r>
            <w:r w:rsidR="001D0994" w:rsidRPr="005E309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powierzchni użytkowej</w:t>
            </w:r>
            <w:r w:rsidR="001D099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</w:p>
          <w:p w14:paraId="21C78C5E" w14:textId="1AEDE2D9" w:rsidR="004012F9" w:rsidRPr="00101B01" w:rsidRDefault="005E3095" w:rsidP="005E3095">
            <w:pPr>
              <w:pStyle w:val="xl114"/>
              <w:spacing w:before="0" w:beforeAutospacing="0" w:after="0" w:afterAutospacing="0" w:line="360" w:lineRule="auto"/>
              <w:ind w:left="171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………….</w:t>
            </w:r>
            <w:r w:rsidR="004012F9" w:rsidRPr="00101B01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(co najmniej 500 m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vertAlign w:val="superscript"/>
              </w:rPr>
              <w:t>2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)</w:t>
            </w:r>
          </w:p>
          <w:p w14:paraId="53534333" w14:textId="6D1A0D46" w:rsidR="004012F9" w:rsidRPr="00457D4D" w:rsidRDefault="004012F9" w:rsidP="005E3095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D47CE02" w14:textId="1330D475" w:rsidR="004012F9" w:rsidRPr="00F3724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lastRenderedPageBreak/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1D1A041C" w:rsidR="00310176" w:rsidRPr="006A3300" w:rsidRDefault="00C6517E" w:rsidP="00101B01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4C71B3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1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1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C85673"/>
    <w:multiLevelType w:val="hybridMultilevel"/>
    <w:tmpl w:val="2000FACA"/>
    <w:lvl w:ilvl="0" w:tplc="821043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B768D"/>
    <w:multiLevelType w:val="hybridMultilevel"/>
    <w:tmpl w:val="C47C5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10"/>
  </w:num>
  <w:num w:numId="3" w16cid:durableId="318266273">
    <w:abstractNumId w:val="1"/>
  </w:num>
  <w:num w:numId="4" w16cid:durableId="1600062435">
    <w:abstractNumId w:val="12"/>
  </w:num>
  <w:num w:numId="5" w16cid:durableId="1075401622">
    <w:abstractNumId w:val="3"/>
  </w:num>
  <w:num w:numId="6" w16cid:durableId="1075515756">
    <w:abstractNumId w:val="9"/>
  </w:num>
  <w:num w:numId="7" w16cid:durableId="1856647773">
    <w:abstractNumId w:val="8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11"/>
  </w:num>
  <w:num w:numId="12" w16cid:durableId="1916165230">
    <w:abstractNumId w:val="2"/>
  </w:num>
  <w:num w:numId="13" w16cid:durableId="2044746049">
    <w:abstractNumId w:val="4"/>
  </w:num>
  <w:num w:numId="14" w16cid:durableId="1632856222">
    <w:abstractNumId w:val="7"/>
  </w:num>
  <w:num w:numId="15" w16cid:durableId="2110439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01B01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D0994"/>
    <w:rsid w:val="001E3562"/>
    <w:rsid w:val="001F4089"/>
    <w:rsid w:val="001F5ED4"/>
    <w:rsid w:val="0023441D"/>
    <w:rsid w:val="0023619F"/>
    <w:rsid w:val="00236627"/>
    <w:rsid w:val="00252942"/>
    <w:rsid w:val="00252C52"/>
    <w:rsid w:val="00257F49"/>
    <w:rsid w:val="0026470B"/>
    <w:rsid w:val="00274F3D"/>
    <w:rsid w:val="00292A31"/>
    <w:rsid w:val="00294883"/>
    <w:rsid w:val="002A4821"/>
    <w:rsid w:val="002B25F3"/>
    <w:rsid w:val="002B4F0B"/>
    <w:rsid w:val="002C4702"/>
    <w:rsid w:val="002C6C90"/>
    <w:rsid w:val="002D276E"/>
    <w:rsid w:val="002E0CD3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3F785B"/>
    <w:rsid w:val="004012F9"/>
    <w:rsid w:val="0040371A"/>
    <w:rsid w:val="0041391C"/>
    <w:rsid w:val="004431C8"/>
    <w:rsid w:val="00443C21"/>
    <w:rsid w:val="00445B45"/>
    <w:rsid w:val="00454435"/>
    <w:rsid w:val="00457D4D"/>
    <w:rsid w:val="00477DDC"/>
    <w:rsid w:val="004A19B9"/>
    <w:rsid w:val="004A33D3"/>
    <w:rsid w:val="004A738F"/>
    <w:rsid w:val="004B446E"/>
    <w:rsid w:val="004B66F0"/>
    <w:rsid w:val="004B793A"/>
    <w:rsid w:val="004C107A"/>
    <w:rsid w:val="004C5030"/>
    <w:rsid w:val="004C71B3"/>
    <w:rsid w:val="004F5289"/>
    <w:rsid w:val="004F624A"/>
    <w:rsid w:val="0050035D"/>
    <w:rsid w:val="00512D83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41A6"/>
    <w:rsid w:val="005D7343"/>
    <w:rsid w:val="005E3095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A7A75"/>
    <w:rsid w:val="006B4E12"/>
    <w:rsid w:val="006C3549"/>
    <w:rsid w:val="006C3965"/>
    <w:rsid w:val="006C5443"/>
    <w:rsid w:val="006E63F7"/>
    <w:rsid w:val="006F35BF"/>
    <w:rsid w:val="006F65B1"/>
    <w:rsid w:val="006F71AB"/>
    <w:rsid w:val="0070287D"/>
    <w:rsid w:val="007107FE"/>
    <w:rsid w:val="00710BE6"/>
    <w:rsid w:val="00720FC4"/>
    <w:rsid w:val="007217FA"/>
    <w:rsid w:val="00741D40"/>
    <w:rsid w:val="007427EA"/>
    <w:rsid w:val="007528AF"/>
    <w:rsid w:val="00762A3B"/>
    <w:rsid w:val="00765B7F"/>
    <w:rsid w:val="00771D18"/>
    <w:rsid w:val="0077483F"/>
    <w:rsid w:val="00775ABD"/>
    <w:rsid w:val="00791192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52295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494"/>
    <w:rsid w:val="00A41907"/>
    <w:rsid w:val="00A77C9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7C0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275"/>
    <w:rsid w:val="00EE1EFD"/>
    <w:rsid w:val="00EE3732"/>
    <w:rsid w:val="00EE3B2F"/>
    <w:rsid w:val="00EF2F86"/>
    <w:rsid w:val="00EF4000"/>
    <w:rsid w:val="00F06AEC"/>
    <w:rsid w:val="00F07D0E"/>
    <w:rsid w:val="00F24119"/>
    <w:rsid w:val="00F2701A"/>
    <w:rsid w:val="00F34202"/>
    <w:rsid w:val="00F3724F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3C06"/>
    <w:rsid w:val="00FE5D48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2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2025-11-19T08:38:00Z</dcterms:modified>
</cp:coreProperties>
</file>